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61E16" w:rsidRPr="00690083">
        <w:rPr>
          <w:rFonts w:ascii="Corbel" w:hAnsi="Corbel"/>
          <w:smallCaps/>
          <w:sz w:val="24"/>
          <w:szCs w:val="24"/>
        </w:rPr>
        <w:t>20</w:t>
      </w:r>
      <w:r w:rsidR="00690083" w:rsidRPr="00690083">
        <w:rPr>
          <w:rFonts w:ascii="Corbel" w:hAnsi="Corbel"/>
          <w:smallCaps/>
          <w:sz w:val="24"/>
          <w:szCs w:val="24"/>
        </w:rPr>
        <w:t>19</w:t>
      </w:r>
      <w:r w:rsidR="00E37E9D" w:rsidRPr="00690083">
        <w:rPr>
          <w:rFonts w:ascii="Corbel" w:hAnsi="Corbel"/>
          <w:smallCaps/>
          <w:sz w:val="24"/>
          <w:szCs w:val="24"/>
        </w:rPr>
        <w:t>–</w:t>
      </w:r>
      <w:r w:rsidR="00D61E16" w:rsidRPr="00690083">
        <w:rPr>
          <w:rFonts w:ascii="Corbel" w:hAnsi="Corbel"/>
          <w:smallCaps/>
          <w:sz w:val="24"/>
          <w:szCs w:val="24"/>
        </w:rPr>
        <w:t>202</w:t>
      </w:r>
      <w:r w:rsidR="00690083" w:rsidRPr="00690083">
        <w:rPr>
          <w:rFonts w:ascii="Corbel" w:hAnsi="Corbel"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D61E16">
        <w:rPr>
          <w:rFonts w:ascii="Corbel" w:hAnsi="Corbel"/>
          <w:sz w:val="20"/>
          <w:szCs w:val="20"/>
        </w:rPr>
        <w:t>202</w:t>
      </w:r>
      <w:r w:rsidR="00295C20">
        <w:rPr>
          <w:rFonts w:ascii="Corbel" w:hAnsi="Corbel"/>
          <w:sz w:val="20"/>
          <w:szCs w:val="20"/>
        </w:rPr>
        <w:t>1</w:t>
      </w:r>
      <w:r w:rsidR="00D61E16">
        <w:rPr>
          <w:rFonts w:ascii="Corbel" w:hAnsi="Corbel"/>
          <w:sz w:val="20"/>
          <w:szCs w:val="20"/>
        </w:rPr>
        <w:t>/202</w:t>
      </w:r>
      <w:r w:rsidR="00295C20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B703F" w:rsidRDefault="00225DE5" w:rsidP="00D61E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 xml:space="preserve">Ochrona środowiska </w:t>
            </w:r>
            <w:r w:rsidR="00D61E16" w:rsidRPr="00AB703F">
              <w:rPr>
                <w:rFonts w:ascii="Corbel" w:hAnsi="Corbel"/>
                <w:b w:val="0"/>
                <w:sz w:val="24"/>
                <w:szCs w:val="24"/>
              </w:rPr>
              <w:t>naturalnego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AB703F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B703F" w:rsidRDefault="006127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BW 49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AB703F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B703F" w:rsidRDefault="00E37E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B703F" w:rsidRDefault="00E37E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ołecznych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B703F" w:rsidRDefault="00225D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B703F" w:rsidRDefault="00225D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B703F" w:rsidRDefault="0021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B703F" w:rsidRDefault="00225D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AB703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AB703F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B703F" w:rsidRDefault="00E37E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</w:t>
            </w:r>
            <w:r w:rsidR="00225DE5" w:rsidRPr="00AB703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703F" w:rsidRDefault="00063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AB703F" w:rsidTr="00B819C8">
        <w:tc>
          <w:tcPr>
            <w:tcW w:w="2694" w:type="dxa"/>
            <w:vAlign w:val="center"/>
          </w:tcPr>
          <w:p w:rsidR="00923D7D" w:rsidRPr="00AB70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B703F" w:rsidRDefault="00225D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B703F" w:rsidRDefault="00D10D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25DE5" w:rsidRPr="00AB703F">
              <w:rPr>
                <w:rFonts w:ascii="Corbel" w:hAnsi="Corbel"/>
                <w:b w:val="0"/>
                <w:sz w:val="24"/>
                <w:szCs w:val="24"/>
              </w:rPr>
              <w:t>r Małgorza</w:t>
            </w:r>
            <w:r>
              <w:rPr>
                <w:rFonts w:ascii="Corbel" w:hAnsi="Corbel"/>
                <w:b w:val="0"/>
                <w:sz w:val="24"/>
                <w:szCs w:val="24"/>
              </w:rPr>
              <w:t>ta Buczek-</w:t>
            </w:r>
            <w:r w:rsidR="00225DE5"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B703F" w:rsidRDefault="00D10D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Buczek-</w:t>
            </w:r>
            <w:r w:rsidR="00225DE5"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</w:tbl>
    <w:p w:rsidR="00923D7D" w:rsidRPr="00AB703F" w:rsidRDefault="0085747A" w:rsidP="006127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* </w:t>
      </w:r>
      <w:r w:rsidRPr="00AB703F">
        <w:rPr>
          <w:rFonts w:ascii="Corbel" w:hAnsi="Corbel"/>
          <w:i/>
          <w:sz w:val="24"/>
          <w:szCs w:val="24"/>
        </w:rPr>
        <w:t>-</w:t>
      </w:r>
      <w:r w:rsidR="00B90885" w:rsidRPr="00AB70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B703F">
        <w:rPr>
          <w:rFonts w:ascii="Corbel" w:hAnsi="Corbel"/>
          <w:b w:val="0"/>
          <w:sz w:val="24"/>
          <w:szCs w:val="24"/>
        </w:rPr>
        <w:t>e,</w:t>
      </w:r>
      <w:r w:rsidRPr="00AB703F">
        <w:rPr>
          <w:rFonts w:ascii="Corbel" w:hAnsi="Corbel"/>
          <w:i/>
          <w:sz w:val="24"/>
          <w:szCs w:val="24"/>
        </w:rPr>
        <w:t xml:space="preserve"> </w:t>
      </w:r>
      <w:r w:rsidRPr="00AB70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B703F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AB70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1.</w:t>
      </w:r>
      <w:r w:rsidR="00E22FBC" w:rsidRPr="00AB703F">
        <w:rPr>
          <w:rFonts w:ascii="Corbel" w:hAnsi="Corbel"/>
          <w:sz w:val="24"/>
          <w:szCs w:val="24"/>
        </w:rPr>
        <w:t>1</w:t>
      </w:r>
      <w:r w:rsidRPr="00AB70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B70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B703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AB70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AB703F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AB703F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AB703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B703F" w:rsidRDefault="000631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5374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631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B703F" w:rsidRDefault="00923D7D" w:rsidP="006127E6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:rsidR="0085747A" w:rsidRPr="00AB70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1.</w:t>
      </w:r>
      <w:r w:rsidR="00E22FBC" w:rsidRPr="00AB703F">
        <w:rPr>
          <w:rFonts w:ascii="Corbel" w:hAnsi="Corbel"/>
          <w:smallCaps w:val="0"/>
          <w:szCs w:val="24"/>
        </w:rPr>
        <w:t>2</w:t>
      </w:r>
      <w:r w:rsidR="00F83B28" w:rsidRPr="00AB703F">
        <w:rPr>
          <w:rFonts w:ascii="Corbel" w:hAnsi="Corbel"/>
          <w:smallCaps w:val="0"/>
          <w:szCs w:val="24"/>
        </w:rPr>
        <w:t>.</w:t>
      </w:r>
      <w:r w:rsidR="00F83B28" w:rsidRPr="00AB703F">
        <w:rPr>
          <w:rFonts w:ascii="Corbel" w:hAnsi="Corbel"/>
          <w:smallCaps w:val="0"/>
          <w:szCs w:val="24"/>
        </w:rPr>
        <w:tab/>
      </w:r>
      <w:r w:rsidRPr="00AB703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B703F" w:rsidRDefault="000631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eastAsia="MS Gothic" w:hAnsi="Corbel" w:cs="MS Gothic"/>
          <w:b w:val="0"/>
          <w:szCs w:val="24"/>
        </w:rPr>
        <w:t>X</w:t>
      </w:r>
      <w:r w:rsidR="0085747A" w:rsidRPr="00AB70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B703F" w:rsidRDefault="00FB0B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AB70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B70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1.3 </w:t>
      </w:r>
      <w:r w:rsidR="00F83B28" w:rsidRPr="00AB703F">
        <w:rPr>
          <w:rFonts w:ascii="Corbel" w:hAnsi="Corbel"/>
          <w:smallCaps w:val="0"/>
          <w:szCs w:val="24"/>
        </w:rPr>
        <w:tab/>
      </w:r>
      <w:r w:rsidRPr="00AB703F">
        <w:rPr>
          <w:rFonts w:ascii="Corbel" w:hAnsi="Corbel"/>
          <w:smallCaps w:val="0"/>
          <w:szCs w:val="24"/>
        </w:rPr>
        <w:t>For</w:t>
      </w:r>
      <w:r w:rsidR="00445970" w:rsidRPr="00AB703F">
        <w:rPr>
          <w:rFonts w:ascii="Corbel" w:hAnsi="Corbel"/>
          <w:smallCaps w:val="0"/>
          <w:szCs w:val="24"/>
        </w:rPr>
        <w:t xml:space="preserve">ma zaliczenia przedmiotu </w:t>
      </w:r>
      <w:r w:rsidRPr="00AB703F">
        <w:rPr>
          <w:rFonts w:ascii="Corbel" w:hAnsi="Corbel"/>
          <w:smallCaps w:val="0"/>
          <w:szCs w:val="24"/>
        </w:rPr>
        <w:t xml:space="preserve"> (z toku) </w:t>
      </w:r>
      <w:r w:rsidRPr="00AB70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10D8F" w:rsidRDefault="00063109" w:rsidP="00D10D8F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D10D8F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AB70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B70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B703F" w:rsidTr="00745302">
        <w:tc>
          <w:tcPr>
            <w:tcW w:w="9670" w:type="dxa"/>
          </w:tcPr>
          <w:p w:rsidR="0085747A" w:rsidRPr="00AB703F" w:rsidRDefault="0006310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 xml:space="preserve">Podstawowe </w:t>
            </w:r>
            <w:r w:rsidR="0009422B"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wiadomości z zakresu geografii,</w:t>
            </w: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 xml:space="preserve">  biologii</w:t>
            </w:r>
            <w:r w:rsidR="0009422B"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,  nauk społecznych</w:t>
            </w:r>
          </w:p>
          <w:p w:rsidR="0085747A" w:rsidRPr="00AB70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AB70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465C9" w:rsidRPr="00AB703F" w:rsidRDefault="00F465C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465C9" w:rsidRPr="00AB703F" w:rsidRDefault="00F465C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465C9" w:rsidRPr="00AB703F" w:rsidRDefault="00F465C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B70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lastRenderedPageBreak/>
        <w:t>3.</w:t>
      </w:r>
      <w:r w:rsidR="0085747A" w:rsidRPr="00AB703F">
        <w:rPr>
          <w:rFonts w:ascii="Corbel" w:hAnsi="Corbel"/>
          <w:szCs w:val="24"/>
        </w:rPr>
        <w:t xml:space="preserve"> </w:t>
      </w:r>
      <w:r w:rsidR="00A84C85" w:rsidRPr="00AB703F">
        <w:rPr>
          <w:rFonts w:ascii="Corbel" w:hAnsi="Corbel"/>
          <w:szCs w:val="24"/>
        </w:rPr>
        <w:t>cele, efekty uczenia się</w:t>
      </w:r>
      <w:r w:rsidR="0085747A" w:rsidRPr="00AB703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B70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3.1 </w:t>
      </w:r>
      <w:r w:rsidR="00C05F44" w:rsidRPr="00AB703F">
        <w:rPr>
          <w:rFonts w:ascii="Corbel" w:hAnsi="Corbel"/>
          <w:sz w:val="24"/>
          <w:szCs w:val="24"/>
        </w:rPr>
        <w:t>Cele przedmiotu</w:t>
      </w:r>
    </w:p>
    <w:p w:rsidR="00F83B28" w:rsidRPr="00AB70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B703F" w:rsidTr="00923D7D">
        <w:tc>
          <w:tcPr>
            <w:tcW w:w="851" w:type="dxa"/>
            <w:vAlign w:val="center"/>
          </w:tcPr>
          <w:p w:rsidR="0085747A" w:rsidRPr="00AB703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AB703F" w:rsidRDefault="00063109" w:rsidP="000631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historią i zakresem ochrony środowiska w Polsce i na świecie</w:t>
            </w:r>
          </w:p>
        </w:tc>
      </w:tr>
      <w:tr w:rsidR="00063109" w:rsidRPr="00AB703F" w:rsidTr="00923D7D">
        <w:tc>
          <w:tcPr>
            <w:tcW w:w="851" w:type="dxa"/>
            <w:vAlign w:val="center"/>
          </w:tcPr>
          <w:p w:rsidR="00063109" w:rsidRPr="00AB703F" w:rsidRDefault="000631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063109" w:rsidRPr="00AB703F" w:rsidRDefault="00063109" w:rsidP="00C860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Zapoznanie z różnymi aspektami ochrony środowiska naturalnego </w:t>
            </w:r>
            <w:r w:rsidR="0009422B"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>(prawne, instytucjonalne, społeczne)</w:t>
            </w:r>
          </w:p>
        </w:tc>
      </w:tr>
      <w:tr w:rsidR="00063109" w:rsidRPr="00AB703F" w:rsidTr="00923D7D">
        <w:tc>
          <w:tcPr>
            <w:tcW w:w="851" w:type="dxa"/>
            <w:vAlign w:val="center"/>
          </w:tcPr>
          <w:p w:rsidR="00063109" w:rsidRPr="00AB703F" w:rsidRDefault="000631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063109" w:rsidRPr="00AB703F" w:rsidRDefault="00063109" w:rsidP="00C860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Uporządkowanie wiedzy na temat stanu ochrony środowiska w Polsce i UE</w:t>
            </w:r>
          </w:p>
        </w:tc>
      </w:tr>
      <w:tr w:rsidR="00063109" w:rsidRPr="00AB703F" w:rsidTr="00923D7D">
        <w:tc>
          <w:tcPr>
            <w:tcW w:w="851" w:type="dxa"/>
            <w:vAlign w:val="center"/>
          </w:tcPr>
          <w:p w:rsidR="00063109" w:rsidRPr="00AB703F" w:rsidRDefault="000631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="00063109" w:rsidRPr="00AB703F" w:rsidRDefault="00063109" w:rsidP="000631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Charakterystyka różnych form ochrony przyrody </w:t>
            </w:r>
            <w:r w:rsidR="003403D8"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w Polsce i na świecie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B70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3.2 </w:t>
      </w:r>
      <w:r w:rsidR="001D7B54" w:rsidRPr="00AB703F">
        <w:rPr>
          <w:rFonts w:ascii="Corbel" w:hAnsi="Corbel"/>
          <w:b/>
          <w:sz w:val="24"/>
          <w:szCs w:val="24"/>
        </w:rPr>
        <w:t xml:space="preserve">Efekty </w:t>
      </w:r>
      <w:r w:rsidR="00C05F44" w:rsidRPr="00AB70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B703F">
        <w:rPr>
          <w:rFonts w:ascii="Corbel" w:hAnsi="Corbel"/>
          <w:b/>
          <w:sz w:val="24"/>
          <w:szCs w:val="24"/>
        </w:rPr>
        <w:t>dla przedmiotu</w:t>
      </w:r>
      <w:r w:rsidR="00445970" w:rsidRPr="00AB703F">
        <w:rPr>
          <w:rFonts w:ascii="Corbel" w:hAnsi="Corbel"/>
          <w:sz w:val="24"/>
          <w:szCs w:val="24"/>
        </w:rPr>
        <w:t xml:space="preserve"> </w:t>
      </w:r>
    </w:p>
    <w:p w:rsidR="001D7B54" w:rsidRPr="00AB70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B703F" w:rsidTr="0071620A">
        <w:tc>
          <w:tcPr>
            <w:tcW w:w="1701" w:type="dxa"/>
            <w:vAlign w:val="center"/>
          </w:tcPr>
          <w:p w:rsidR="0085747A" w:rsidRPr="00AB70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B70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B70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B70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B70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B70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B703F" w:rsidTr="005E6E85">
        <w:tc>
          <w:tcPr>
            <w:tcW w:w="1701" w:type="dxa"/>
          </w:tcPr>
          <w:p w:rsidR="0085747A" w:rsidRPr="00AB703F" w:rsidRDefault="0085747A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B703F" w:rsidRDefault="00F465C9" w:rsidP="0009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cele ochrony przyrody </w:t>
            </w:r>
            <w:r w:rsidR="0009422B" w:rsidRPr="00AB703F">
              <w:rPr>
                <w:rFonts w:ascii="Corbel" w:hAnsi="Corbel"/>
                <w:b w:val="0"/>
                <w:smallCaps w:val="0"/>
                <w:szCs w:val="24"/>
              </w:rPr>
              <w:t>w skali regionalnej, narodowej i globalnej</w:t>
            </w:r>
          </w:p>
        </w:tc>
        <w:tc>
          <w:tcPr>
            <w:tcW w:w="1873" w:type="dxa"/>
          </w:tcPr>
          <w:p w:rsidR="0085747A" w:rsidRPr="00AD1069" w:rsidRDefault="0009422B" w:rsidP="0069008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D106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85747A" w:rsidRPr="00AB703F" w:rsidTr="005E6E85">
        <w:tc>
          <w:tcPr>
            <w:tcW w:w="1701" w:type="dxa"/>
          </w:tcPr>
          <w:p w:rsidR="0085747A" w:rsidRPr="00AB703F" w:rsidRDefault="0085747A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AB703F" w:rsidRDefault="00B009C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F465C9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i analizuje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aspek</w:t>
            </w:r>
            <w:r w:rsidR="00F465C9" w:rsidRPr="00AB703F">
              <w:rPr>
                <w:rFonts w:ascii="Corbel" w:hAnsi="Corbel"/>
                <w:b w:val="0"/>
                <w:smallCaps w:val="0"/>
                <w:szCs w:val="24"/>
              </w:rPr>
              <w:t>ty prawne</w:t>
            </w:r>
            <w:r w:rsidR="0009422B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, instytucjonalne </w:t>
            </w:r>
            <w:r w:rsidR="00F465C9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ochrony środowiska w P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olsce i </w:t>
            </w:r>
            <w:r w:rsidR="00F465C9" w:rsidRPr="00AB703F">
              <w:rPr>
                <w:rFonts w:ascii="Corbel" w:hAnsi="Corbel"/>
                <w:b w:val="0"/>
                <w:smallCaps w:val="0"/>
                <w:szCs w:val="24"/>
              </w:rPr>
              <w:t>UE</w:t>
            </w:r>
          </w:p>
        </w:tc>
        <w:tc>
          <w:tcPr>
            <w:tcW w:w="1873" w:type="dxa"/>
          </w:tcPr>
          <w:p w:rsidR="0085747A" w:rsidRPr="00AD1069" w:rsidRDefault="0009422B" w:rsidP="0069008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D1069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="00063109" w:rsidRPr="00AB703F" w:rsidTr="005E6E85">
        <w:tc>
          <w:tcPr>
            <w:tcW w:w="1701" w:type="dxa"/>
          </w:tcPr>
          <w:p w:rsidR="00063109" w:rsidRPr="00AB703F" w:rsidRDefault="00063109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063109" w:rsidRPr="00AB703F" w:rsidRDefault="00B009C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Ocenia wpływ działalności człowieka na funkcjonowanie środowiska przyrodniczego </w:t>
            </w:r>
          </w:p>
        </w:tc>
        <w:tc>
          <w:tcPr>
            <w:tcW w:w="1873" w:type="dxa"/>
          </w:tcPr>
          <w:p w:rsidR="00063109" w:rsidRPr="00AD1069" w:rsidRDefault="0009422B" w:rsidP="0069008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D1069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063109" w:rsidRPr="00AB703F" w:rsidTr="0009422B">
        <w:trPr>
          <w:trHeight w:val="506"/>
        </w:trPr>
        <w:tc>
          <w:tcPr>
            <w:tcW w:w="1701" w:type="dxa"/>
          </w:tcPr>
          <w:p w:rsidR="00063109" w:rsidRPr="00AB703F" w:rsidRDefault="00063109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63109" w:rsidRPr="00AB703F" w:rsidRDefault="00B009C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Analizuje  środowisko geograficzne oraz walory  wybranych obszarów chronionych</w:t>
            </w:r>
            <w:r w:rsidR="0009422B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 skali krajowej i międzynarodowej </w:t>
            </w:r>
          </w:p>
        </w:tc>
        <w:tc>
          <w:tcPr>
            <w:tcW w:w="1873" w:type="dxa"/>
          </w:tcPr>
          <w:p w:rsidR="00063109" w:rsidRPr="00AD1069" w:rsidRDefault="0009422B" w:rsidP="0069008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D1069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063109" w:rsidRPr="00AB703F" w:rsidTr="005E6E85">
        <w:tc>
          <w:tcPr>
            <w:tcW w:w="1701" w:type="dxa"/>
          </w:tcPr>
          <w:p w:rsidR="00063109" w:rsidRPr="00AB703F" w:rsidRDefault="00063109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063109" w:rsidRPr="00AB703F" w:rsidRDefault="00B009CB" w:rsidP="00FB0BB3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0009422B"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analizować i </w:t>
            </w:r>
            <w:r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doskonalić nabytą wiedzę i umiejętności na podstawie dostępnych informacji oraz obserwowanych zjawisk i na podstawie nowych sytuacji </w:t>
            </w:r>
          </w:p>
        </w:tc>
        <w:tc>
          <w:tcPr>
            <w:tcW w:w="1873" w:type="dxa"/>
          </w:tcPr>
          <w:p w:rsidR="00063109" w:rsidRPr="00AD1069" w:rsidRDefault="0009422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06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009CB" w:rsidRPr="00AD106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D106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063109" w:rsidRPr="00AB703F" w:rsidTr="00AB703F">
        <w:trPr>
          <w:trHeight w:val="539"/>
        </w:trPr>
        <w:tc>
          <w:tcPr>
            <w:tcW w:w="1701" w:type="dxa"/>
          </w:tcPr>
          <w:p w:rsidR="00063109" w:rsidRPr="00AB703F" w:rsidRDefault="00063109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63109" w:rsidRPr="00AB703F" w:rsidRDefault="00B009CB" w:rsidP="0069008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świadomie określić poziom swojej wiedzy</w:t>
            </w:r>
            <w:r w:rsidR="0009422B"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ochrony środowiska w połączeniu z innymi naukami społecznymi</w:t>
            </w:r>
          </w:p>
        </w:tc>
        <w:tc>
          <w:tcPr>
            <w:tcW w:w="1873" w:type="dxa"/>
          </w:tcPr>
          <w:p w:rsidR="00063109" w:rsidRPr="00AD1069" w:rsidRDefault="00B009C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106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9422B" w:rsidRPr="00AD1069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AD106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B703F" w:rsidRDefault="00675843" w:rsidP="00D33E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>3.3</w:t>
      </w:r>
      <w:r w:rsidR="001D7B54" w:rsidRPr="00AB703F">
        <w:rPr>
          <w:rFonts w:ascii="Corbel" w:hAnsi="Corbel"/>
          <w:b/>
          <w:sz w:val="24"/>
          <w:szCs w:val="24"/>
        </w:rPr>
        <w:t xml:space="preserve"> </w:t>
      </w:r>
      <w:r w:rsidR="0085747A" w:rsidRPr="00AB703F">
        <w:rPr>
          <w:rFonts w:ascii="Corbel" w:hAnsi="Corbel"/>
          <w:b/>
          <w:sz w:val="24"/>
          <w:szCs w:val="24"/>
        </w:rPr>
        <w:t>T</w:t>
      </w:r>
      <w:r w:rsidR="001D7B54" w:rsidRPr="00AB70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B703F">
        <w:rPr>
          <w:rFonts w:ascii="Corbel" w:hAnsi="Corbel"/>
          <w:sz w:val="24"/>
          <w:szCs w:val="24"/>
        </w:rPr>
        <w:t xml:space="preserve">  </w:t>
      </w:r>
    </w:p>
    <w:p w:rsidR="0085747A" w:rsidRPr="00AB70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B703F">
        <w:rPr>
          <w:rFonts w:ascii="Corbel" w:hAnsi="Corbel"/>
          <w:sz w:val="24"/>
          <w:szCs w:val="24"/>
        </w:rPr>
        <w:t xml:space="preserve">, </w:t>
      </w:r>
      <w:r w:rsidRPr="00AB703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B70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B703F" w:rsidTr="00923D7D">
        <w:tc>
          <w:tcPr>
            <w:tcW w:w="9639" w:type="dxa"/>
          </w:tcPr>
          <w:p w:rsidR="0085747A" w:rsidRPr="00AB703F" w:rsidRDefault="0085747A" w:rsidP="008E77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E77B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Definicje, podstawowe pojęcia z zakresu ochrony środowiska</w:t>
            </w:r>
            <w:r w:rsidR="00D61E16" w:rsidRPr="00AB703F">
              <w:rPr>
                <w:rFonts w:ascii="Corbel" w:hAnsi="Corbel"/>
                <w:sz w:val="24"/>
                <w:szCs w:val="24"/>
              </w:rPr>
              <w:t xml:space="preserve">, ekologii, 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E77B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Rys historyczny ochrony środowiska</w:t>
            </w:r>
            <w:r w:rsidR="00D61E16" w:rsidRPr="00AB703F">
              <w:rPr>
                <w:rFonts w:ascii="Corbel" w:hAnsi="Corbel"/>
                <w:sz w:val="24"/>
                <w:szCs w:val="24"/>
              </w:rPr>
              <w:t xml:space="preserve"> w Polsce i na świecie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E77B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Współczesny system prawny, organizacyjny i finansowy ochrony przyrody w Polsce. Kompetencje organów państwowych w zakresie ochrony środowiska naturalnego.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61E16" w:rsidP="008E77B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Wpływ działalności człowieka na atmosferę, hydrosferę, litosferę, biosferę na wybranych przykładach z Polski i ze świata</w:t>
            </w:r>
            <w:r w:rsidR="00D33E68" w:rsidRPr="00AB70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E77B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Formy ochrony przyrody – sposoby tworzenia, działalność, zasady udostępniania, perspektywy funkcjonowania. Walory wybranych form ochrony przyrody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E77B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Zagrożenia obiektów i obszarów chronionych i sposoby przeciwdziałania. Ekorozwój</w:t>
            </w:r>
            <w:r w:rsidR="00D61E16" w:rsidRPr="00AB703F">
              <w:rPr>
                <w:rFonts w:ascii="Corbel" w:hAnsi="Corbel"/>
                <w:sz w:val="24"/>
                <w:szCs w:val="24"/>
              </w:rPr>
              <w:t>. Edukacja ekologiczna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B70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3.4 Metody dydaktyczne</w:t>
      </w:r>
      <w:r w:rsidRPr="00AB703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AB703F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N</w:t>
      </w:r>
      <w:r w:rsidR="0085747A" w:rsidRPr="00AB703F">
        <w:rPr>
          <w:rFonts w:ascii="Corbel" w:hAnsi="Corbel"/>
          <w:b w:val="0"/>
          <w:smallCaps w:val="0"/>
          <w:szCs w:val="24"/>
        </w:rPr>
        <w:t>p</w:t>
      </w:r>
      <w:r w:rsidR="0085747A" w:rsidRPr="00AB703F">
        <w:rPr>
          <w:rFonts w:ascii="Corbel" w:hAnsi="Corbel"/>
          <w:szCs w:val="24"/>
        </w:rPr>
        <w:t>.:</w:t>
      </w:r>
      <w:r w:rsidR="00923D7D" w:rsidRPr="00AB703F">
        <w:rPr>
          <w:rFonts w:ascii="Corbel" w:hAnsi="Corbel"/>
          <w:szCs w:val="24"/>
        </w:rPr>
        <w:t xml:space="preserve"> </w:t>
      </w:r>
    </w:p>
    <w:p w:rsidR="00153C41" w:rsidRPr="00AB70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zCs w:val="24"/>
        </w:rPr>
        <w:t xml:space="preserve"> </w:t>
      </w:r>
      <w:r w:rsidRPr="00AB703F">
        <w:rPr>
          <w:rFonts w:ascii="Corbel" w:hAnsi="Corbel"/>
          <w:b w:val="0"/>
          <w:i/>
          <w:smallCaps w:val="0"/>
          <w:szCs w:val="24"/>
        </w:rPr>
        <w:t>W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ykład</w:t>
      </w:r>
      <w:r w:rsidRPr="00AB703F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AB703F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AB703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AB70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AB703F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AB703F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AB703F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AB703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AB703F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AB703F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AB703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AB703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AB703F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AB70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AB703F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33E68" w:rsidRPr="00AB703F" w:rsidRDefault="00FB0BB3" w:rsidP="00FB0BB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0BB3">
        <w:rPr>
          <w:rFonts w:ascii="Corbel" w:hAnsi="Corbel"/>
          <w:b w:val="0"/>
          <w:smallCaps w:val="0"/>
          <w:szCs w:val="24"/>
        </w:rPr>
        <w:t>konwersatorium</w:t>
      </w:r>
      <w:r w:rsidR="00D33E68" w:rsidRPr="00FB0BB3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a</w:t>
      </w:r>
      <w:r w:rsidR="00D33E68" w:rsidRPr="00AB703F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>, p</w:t>
      </w:r>
      <w:r w:rsidR="00D33E68" w:rsidRPr="00AB703F">
        <w:rPr>
          <w:rFonts w:ascii="Corbel" w:hAnsi="Corbel"/>
          <w:b w:val="0"/>
          <w:smallCaps w:val="0"/>
          <w:szCs w:val="24"/>
        </w:rPr>
        <w:t>raca w grupach</w:t>
      </w:r>
      <w:r>
        <w:rPr>
          <w:rFonts w:ascii="Corbel" w:hAnsi="Corbel"/>
          <w:b w:val="0"/>
          <w:smallCaps w:val="0"/>
          <w:szCs w:val="24"/>
        </w:rPr>
        <w:t>, g</w:t>
      </w:r>
      <w:r w:rsidR="00D33E68" w:rsidRPr="00AB703F">
        <w:rPr>
          <w:rFonts w:ascii="Corbel" w:hAnsi="Corbel"/>
          <w:b w:val="0"/>
          <w:smallCaps w:val="0"/>
          <w:szCs w:val="24"/>
        </w:rPr>
        <w:t>ry dydaktyczne</w:t>
      </w:r>
      <w:r>
        <w:rPr>
          <w:rFonts w:ascii="Corbel" w:hAnsi="Corbel"/>
          <w:b w:val="0"/>
          <w:smallCaps w:val="0"/>
          <w:szCs w:val="24"/>
        </w:rPr>
        <w:t>, p</w:t>
      </w:r>
      <w:r w:rsidR="00D33E68" w:rsidRPr="00AB703F">
        <w:rPr>
          <w:rFonts w:ascii="Corbel" w:hAnsi="Corbel"/>
          <w:b w:val="0"/>
          <w:smallCaps w:val="0"/>
          <w:szCs w:val="24"/>
        </w:rPr>
        <w:t>rezentacja multimedialna</w:t>
      </w:r>
    </w:p>
    <w:p w:rsidR="00D33E68" w:rsidRPr="00AB703F" w:rsidRDefault="00D33E68" w:rsidP="00D33E68">
      <w:pPr>
        <w:pStyle w:val="Punktygwne"/>
        <w:tabs>
          <w:tab w:val="left" w:pos="284"/>
        </w:tabs>
        <w:spacing w:before="0" w:after="0"/>
        <w:ind w:left="720"/>
        <w:rPr>
          <w:rFonts w:ascii="Corbel" w:hAnsi="Corbel"/>
          <w:smallCaps w:val="0"/>
          <w:szCs w:val="24"/>
        </w:rPr>
      </w:pPr>
    </w:p>
    <w:p w:rsidR="0085747A" w:rsidRPr="00AB70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 </w:t>
      </w:r>
      <w:r w:rsidR="0085747A" w:rsidRPr="00AB703F">
        <w:rPr>
          <w:rFonts w:ascii="Corbel" w:hAnsi="Corbel"/>
          <w:smallCaps w:val="0"/>
          <w:szCs w:val="24"/>
        </w:rPr>
        <w:t>METODY I KRYTERIA OCENY</w:t>
      </w:r>
      <w:r w:rsidR="009F4610" w:rsidRPr="00AB703F">
        <w:rPr>
          <w:rFonts w:ascii="Corbel" w:hAnsi="Corbel"/>
          <w:smallCaps w:val="0"/>
          <w:szCs w:val="24"/>
        </w:rPr>
        <w:t xml:space="preserve"> </w:t>
      </w:r>
    </w:p>
    <w:p w:rsidR="00923D7D" w:rsidRPr="00AB70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B70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B703F">
        <w:rPr>
          <w:rFonts w:ascii="Corbel" w:hAnsi="Corbel"/>
          <w:smallCaps w:val="0"/>
          <w:szCs w:val="24"/>
        </w:rPr>
        <w:t>uczenia się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B703F" w:rsidTr="00C05F44">
        <w:tc>
          <w:tcPr>
            <w:tcW w:w="1985" w:type="dxa"/>
            <w:vAlign w:val="center"/>
          </w:tcPr>
          <w:p w:rsidR="0085747A" w:rsidRPr="00AB70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B703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B70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B70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B70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B703F" w:rsidTr="00C05F44">
        <w:tc>
          <w:tcPr>
            <w:tcW w:w="1985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B70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B703F" w:rsidRDefault="008E77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02AA5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D61E16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="0085747A" w:rsidRPr="00AB703F" w:rsidRDefault="00A47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5747A" w:rsidRPr="00AB703F" w:rsidTr="00C05F44">
        <w:tc>
          <w:tcPr>
            <w:tcW w:w="1985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B703F" w:rsidRDefault="008E77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02AA5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D61E16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="0085747A" w:rsidRPr="00AB703F" w:rsidRDefault="00A47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33E68" w:rsidRPr="00AB703F" w:rsidTr="00C05F44">
        <w:tc>
          <w:tcPr>
            <w:tcW w:w="1985" w:type="dxa"/>
          </w:tcPr>
          <w:p w:rsidR="00D33E68" w:rsidRPr="00AB703F" w:rsidRDefault="00D33E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33E68" w:rsidRPr="00AB703F" w:rsidRDefault="008E77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02AA5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D61E16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="00D33E68" w:rsidRPr="00AB703F" w:rsidRDefault="00A47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33E68" w:rsidRPr="00AB703F" w:rsidTr="00C05F44">
        <w:tc>
          <w:tcPr>
            <w:tcW w:w="1985" w:type="dxa"/>
          </w:tcPr>
          <w:p w:rsidR="00D33E68" w:rsidRPr="00AB703F" w:rsidRDefault="00D33E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="00F465C9" w:rsidRPr="00AB703F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D33E68" w:rsidRPr="00AB703F" w:rsidRDefault="008E77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02AA5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8873D2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</w:tcPr>
          <w:p w:rsidR="00D33E68" w:rsidRPr="00AB703F" w:rsidRDefault="00A47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33E68" w:rsidRPr="00AB703F" w:rsidTr="00C05F44">
        <w:tc>
          <w:tcPr>
            <w:tcW w:w="1985" w:type="dxa"/>
          </w:tcPr>
          <w:p w:rsidR="00D33E68" w:rsidRPr="00AB703F" w:rsidRDefault="00D33E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="00F465C9" w:rsidRPr="00AB703F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D33E68" w:rsidRPr="00AB703F" w:rsidRDefault="008873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33E68" w:rsidRPr="00AB703F" w:rsidRDefault="00A47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33E68" w:rsidRPr="00AB703F" w:rsidTr="00C05F44">
        <w:tc>
          <w:tcPr>
            <w:tcW w:w="1985" w:type="dxa"/>
          </w:tcPr>
          <w:p w:rsidR="00D33E68" w:rsidRPr="00AB703F" w:rsidRDefault="00D33E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="00F465C9" w:rsidRPr="00AB703F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D33E68" w:rsidRPr="00AB703F" w:rsidRDefault="008873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33E68" w:rsidRPr="00AB703F" w:rsidRDefault="00A47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AB70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4.2 </w:t>
      </w:r>
      <w:r w:rsidR="0085747A" w:rsidRPr="00AB70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B703F">
        <w:rPr>
          <w:rFonts w:ascii="Corbel" w:hAnsi="Corbel"/>
          <w:smallCaps w:val="0"/>
          <w:szCs w:val="24"/>
        </w:rPr>
        <w:t xml:space="preserve"> </w:t>
      </w:r>
    </w:p>
    <w:p w:rsidR="00923D7D" w:rsidRPr="00AB70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B703F" w:rsidTr="00923D7D">
        <w:tc>
          <w:tcPr>
            <w:tcW w:w="9670" w:type="dxa"/>
          </w:tcPr>
          <w:p w:rsidR="008873D2" w:rsidRPr="00AB703F" w:rsidRDefault="00D61E16" w:rsidP="0098363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aktywność na zajęciach (karta oceny prezentacji)</w:t>
            </w:r>
            <w:r w:rsidR="00C22D4B">
              <w:rPr>
                <w:rFonts w:ascii="Corbel" w:hAnsi="Corbel"/>
                <w:spacing w:val="-6"/>
                <w:sz w:val="24"/>
                <w:szCs w:val="24"/>
              </w:rPr>
              <w:t>,</w:t>
            </w:r>
          </w:p>
          <w:p w:rsidR="008873D2" w:rsidRPr="00AB703F" w:rsidRDefault="008873D2" w:rsidP="0098363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ocena przygotowanej przez studenta prezentacji,</w:t>
            </w:r>
          </w:p>
          <w:p w:rsidR="0085747A" w:rsidRPr="00AB703F" w:rsidRDefault="006127E6" w:rsidP="00C22D4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uzyskanie min. 51% punktów z </w:t>
            </w:r>
            <w:r w:rsidR="008873D2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 kolokwium </w:t>
            </w:r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( 51-60%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; 61-70%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 plus; 71-80%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; 81-90%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 plus; 91-100%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bdb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)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B70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5. </w:t>
      </w:r>
      <w:r w:rsidR="00C61DC5" w:rsidRPr="00AB70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B703F" w:rsidTr="003E1941">
        <w:tc>
          <w:tcPr>
            <w:tcW w:w="4962" w:type="dxa"/>
            <w:vAlign w:val="center"/>
          </w:tcPr>
          <w:p w:rsidR="0085747A" w:rsidRPr="00AB70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B70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70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B70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B70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B70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B703F" w:rsidTr="00923D7D">
        <w:tc>
          <w:tcPr>
            <w:tcW w:w="4962" w:type="dxa"/>
          </w:tcPr>
          <w:p w:rsidR="0085747A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</w:t>
            </w:r>
            <w:r w:rsidR="0085747A" w:rsidRPr="00AB703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703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B703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703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B703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B703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B703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B703F" w:rsidRDefault="003403D8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B703F" w:rsidTr="00923D7D">
        <w:tc>
          <w:tcPr>
            <w:tcW w:w="4962" w:type="dxa"/>
          </w:tcPr>
          <w:p w:rsidR="00C61DC5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B70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B703F" w:rsidRDefault="003403D8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AB703F" w:rsidTr="00923D7D">
        <w:tc>
          <w:tcPr>
            <w:tcW w:w="4962" w:type="dxa"/>
          </w:tcPr>
          <w:p w:rsidR="0071620A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B70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B70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B703F" w:rsidRDefault="006127E6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AB703F" w:rsidTr="00923D7D">
        <w:tc>
          <w:tcPr>
            <w:tcW w:w="4962" w:type="dxa"/>
          </w:tcPr>
          <w:p w:rsidR="0085747A" w:rsidRPr="00AB70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B703F" w:rsidRDefault="003403D8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  <w:r w:rsidR="006127E6" w:rsidRPr="00AB703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AB703F" w:rsidTr="00923D7D">
        <w:tc>
          <w:tcPr>
            <w:tcW w:w="4962" w:type="dxa"/>
          </w:tcPr>
          <w:p w:rsidR="0085747A" w:rsidRPr="00AB70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B703F" w:rsidRDefault="006127E6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AB70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B70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B70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6. </w:t>
      </w:r>
      <w:r w:rsidR="0085747A" w:rsidRPr="00AB703F">
        <w:rPr>
          <w:rFonts w:ascii="Corbel" w:hAnsi="Corbel"/>
          <w:smallCaps w:val="0"/>
          <w:szCs w:val="24"/>
        </w:rPr>
        <w:t>PRAKTYKI ZAWO</w:t>
      </w:r>
      <w:r w:rsidR="009D3F3B" w:rsidRPr="00AB703F">
        <w:rPr>
          <w:rFonts w:ascii="Corbel" w:hAnsi="Corbel"/>
          <w:smallCaps w:val="0"/>
          <w:szCs w:val="24"/>
        </w:rPr>
        <w:t>DOWE W RAMACH PRZEDMIOTU</w:t>
      </w:r>
    </w:p>
    <w:p w:rsidR="0085747A" w:rsidRPr="00AB70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B703F" w:rsidTr="0071620A">
        <w:trPr>
          <w:trHeight w:val="397"/>
        </w:trPr>
        <w:tc>
          <w:tcPr>
            <w:tcW w:w="3544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B703F" w:rsidTr="0071620A">
        <w:trPr>
          <w:trHeight w:val="397"/>
        </w:trPr>
        <w:tc>
          <w:tcPr>
            <w:tcW w:w="3544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B70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7. </w:t>
      </w:r>
      <w:r w:rsidR="0085747A" w:rsidRPr="00AB703F">
        <w:rPr>
          <w:rFonts w:ascii="Corbel" w:hAnsi="Corbel"/>
          <w:smallCaps w:val="0"/>
          <w:szCs w:val="24"/>
        </w:rPr>
        <w:t>LITERATURA</w:t>
      </w:r>
      <w:r w:rsidRPr="00AB703F">
        <w:rPr>
          <w:rFonts w:ascii="Corbel" w:hAnsi="Corbel"/>
          <w:smallCaps w:val="0"/>
          <w:szCs w:val="24"/>
        </w:rPr>
        <w:t xml:space="preserve"> </w:t>
      </w:r>
    </w:p>
    <w:p w:rsidR="00675843" w:rsidRPr="00AB70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AB703F" w:rsidTr="00AB703F">
        <w:trPr>
          <w:trHeight w:val="397"/>
        </w:trPr>
        <w:tc>
          <w:tcPr>
            <w:tcW w:w="8789" w:type="dxa"/>
          </w:tcPr>
          <w:p w:rsidR="006127E6" w:rsidRPr="00C22D4B" w:rsidRDefault="006127E6" w:rsidP="0061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22D4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:rsidR="003439C2" w:rsidRPr="00AB703F" w:rsidRDefault="003439C2" w:rsidP="00983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Grzegorczyk M. (red),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Integralna ochrona przyrody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Instytut Ochrony Przyrody PAN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439C2" w:rsidRPr="00AB703F" w:rsidRDefault="003439C2" w:rsidP="00983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Kubiak M., </w:t>
            </w:r>
            <w:r>
              <w:rPr>
                <w:rFonts w:ascii="Corbel" w:hAnsi="Corbel"/>
                <w:sz w:val="24"/>
                <w:szCs w:val="24"/>
              </w:rPr>
              <w:t>Lipińska-Rzeszutek M (red.)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Współczesne bezpieczeństwo ekologiczne</w:t>
            </w:r>
            <w:r w:rsidRPr="00AB703F">
              <w:rPr>
                <w:rFonts w:ascii="Corbel" w:hAnsi="Corbel"/>
                <w:sz w:val="24"/>
                <w:szCs w:val="24"/>
              </w:rPr>
              <w:t>, ASPRA – JR,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6127E6" w:rsidRPr="00AB703F" w:rsidRDefault="003439C2" w:rsidP="00C22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Wnuk Z. (red.),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Ekologia i ochrona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Uniw</w:t>
            </w:r>
            <w:r w:rsidR="00E163CD">
              <w:rPr>
                <w:rFonts w:ascii="Corbel" w:hAnsi="Corbel"/>
                <w:sz w:val="24"/>
                <w:szCs w:val="24"/>
              </w:rPr>
              <w:t>ersytetu Rzeszowskiego, Rzeszów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B703F" w:rsidTr="00AB703F">
        <w:trPr>
          <w:trHeight w:val="397"/>
        </w:trPr>
        <w:tc>
          <w:tcPr>
            <w:tcW w:w="8789" w:type="dxa"/>
          </w:tcPr>
          <w:p w:rsidR="00CE12FD" w:rsidRPr="00C22D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D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12FD" w:rsidRPr="00AB703F" w:rsidRDefault="00CE12FD" w:rsidP="00343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Ustawa z dnia 16 kwietnia 2004 r o ochronie przyrody. Dz. U.2021.0.1098</w:t>
            </w:r>
          </w:p>
          <w:p w:rsidR="0060538E" w:rsidRPr="00AB703F" w:rsidRDefault="003439C2" w:rsidP="00343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Pietrewicz J.,</w:t>
            </w:r>
            <w:r w:rsidR="0060538E"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="0060538E" w:rsidRPr="003439C2">
              <w:rPr>
                <w:rFonts w:ascii="Corbel" w:hAnsi="Corbel"/>
                <w:i/>
                <w:sz w:val="24"/>
                <w:szCs w:val="24"/>
              </w:rPr>
              <w:t>Ochrona środowiska w warunkach procesów globalizacji</w:t>
            </w:r>
            <w:r>
              <w:rPr>
                <w:rFonts w:ascii="Corbel" w:hAnsi="Corbel"/>
                <w:sz w:val="24"/>
                <w:szCs w:val="24"/>
              </w:rPr>
              <w:t>. SGH Warszawa</w:t>
            </w:r>
            <w:r w:rsidR="0060538E"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6127E6" w:rsidRPr="00AB703F" w:rsidRDefault="003439C2" w:rsidP="00343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Pyłka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-Gutowska E.,</w:t>
            </w:r>
            <w:r w:rsidR="006127E6"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="006127E6" w:rsidRPr="003439C2">
              <w:rPr>
                <w:rFonts w:ascii="Corbel" w:hAnsi="Corbel"/>
                <w:i/>
                <w:sz w:val="24"/>
                <w:szCs w:val="24"/>
              </w:rPr>
              <w:t>Ekologia z ochroną środowiska</w:t>
            </w:r>
            <w:r w:rsidR="006127E6" w:rsidRPr="00AB703F">
              <w:rPr>
                <w:rFonts w:ascii="Corbel" w:hAnsi="Corbel"/>
                <w:sz w:val="24"/>
                <w:szCs w:val="24"/>
              </w:rPr>
              <w:t>, Wyd. Oświata,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1997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6127E6" w:rsidRPr="00AB703F" w:rsidRDefault="00323586" w:rsidP="00343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Sydow M. Chrzanowski Ł.</w:t>
            </w:r>
            <w:r w:rsidR="0060538E" w:rsidRPr="00AB703F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0538E" w:rsidRPr="00323586">
              <w:rPr>
                <w:rFonts w:ascii="Corbel" w:hAnsi="Corbel"/>
                <w:i/>
                <w:sz w:val="24"/>
                <w:szCs w:val="24"/>
              </w:rPr>
              <w:t>Co wojny robią przyrodzie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0538E" w:rsidRPr="00AB703F">
              <w:rPr>
                <w:rFonts w:ascii="Corbel" w:hAnsi="Corbel"/>
                <w:sz w:val="24"/>
                <w:szCs w:val="24"/>
              </w:rPr>
              <w:t xml:space="preserve"> Dzikie Życie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 xml:space="preserve">, nr </w:t>
            </w:r>
            <w:r w:rsidR="0060538E" w:rsidRPr="00AB703F">
              <w:rPr>
                <w:rFonts w:ascii="Corbel" w:hAnsi="Corbel"/>
                <w:sz w:val="24"/>
                <w:szCs w:val="24"/>
              </w:rPr>
              <w:t>4/226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0538E" w:rsidRPr="00AB703F" w:rsidRDefault="00323586" w:rsidP="00343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Górska-</w:t>
            </w:r>
            <w:proofErr w:type="spellStart"/>
            <w:r w:rsidR="0060538E" w:rsidRPr="00AB703F">
              <w:rPr>
                <w:rFonts w:ascii="Corbel" w:hAnsi="Corbel"/>
                <w:sz w:val="24"/>
                <w:szCs w:val="24"/>
              </w:rPr>
              <w:t>Rożej</w:t>
            </w:r>
            <w:proofErr w:type="spellEnd"/>
            <w:r w:rsidR="0060538E" w:rsidRPr="00AB703F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60538E" w:rsidRPr="00323586">
              <w:rPr>
                <w:rFonts w:ascii="Corbel" w:hAnsi="Corbel"/>
                <w:i/>
                <w:sz w:val="24"/>
                <w:szCs w:val="24"/>
              </w:rPr>
              <w:t>Bezpieczeństwo ekologiczne w ogólnym systemie bezpieczeństwa państwa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0538E" w:rsidRPr="00AB703F">
              <w:rPr>
                <w:rFonts w:ascii="Corbel" w:hAnsi="Corbel"/>
                <w:sz w:val="24"/>
                <w:szCs w:val="24"/>
              </w:rPr>
              <w:t xml:space="preserve"> Zeszyty Naukowe Wydziału Zarządzania i Dowodzenia Akademii Obrony Narodowej 4(8),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60538E" w:rsidRPr="00AB703F" w:rsidRDefault="0060538E" w:rsidP="003439C2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Raport o stanie środowi</w:t>
            </w:r>
            <w:r w:rsidR="00323586"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ska w województwie podkarpackim</w:t>
            </w:r>
            <w:r w:rsidR="0032358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WIOŚ, Rzeszów. (Aktualny na dany rok)</w:t>
            </w:r>
          </w:p>
          <w:p w:rsidR="0060538E" w:rsidRPr="00AB703F" w:rsidRDefault="0060538E" w:rsidP="003439C2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</w:t>
            </w:r>
            <w:r w:rsidR="0032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23586" w:rsidRPr="00323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Przyrody</w:t>
            </w:r>
            <w:r w:rsidR="00E163C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32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UW, Warszawa</w:t>
            </w:r>
            <w:r w:rsidR="00323586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32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0538E" w:rsidRPr="00AB703F" w:rsidRDefault="00AB703F" w:rsidP="00C22D4B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Kaźmierska-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Patrzyczna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A.,. </w:t>
            </w:r>
            <w:r w:rsidRPr="00E163CD">
              <w:rPr>
                <w:rFonts w:ascii="Corbel" w:hAnsi="Corbel"/>
                <w:b w:val="0"/>
                <w:i/>
                <w:smallCaps w:val="0"/>
                <w:szCs w:val="24"/>
              </w:rPr>
              <w:t>Ochrona różnorodności biologicznej w systemie prawnej ochrony przyrody</w:t>
            </w:r>
            <w:r w:rsidR="00E163C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Poltex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E16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163CD" w:rsidRPr="00AB703F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B70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82B" w:rsidRDefault="00DC482B" w:rsidP="00C16ABF">
      <w:pPr>
        <w:spacing w:after="0" w:line="240" w:lineRule="auto"/>
      </w:pPr>
      <w:r>
        <w:separator/>
      </w:r>
    </w:p>
  </w:endnote>
  <w:endnote w:type="continuationSeparator" w:id="0">
    <w:p w:rsidR="00DC482B" w:rsidRDefault="00DC48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82B" w:rsidRDefault="00DC482B" w:rsidP="00C16ABF">
      <w:pPr>
        <w:spacing w:after="0" w:line="240" w:lineRule="auto"/>
      </w:pPr>
      <w:r>
        <w:separator/>
      </w:r>
    </w:p>
  </w:footnote>
  <w:footnote w:type="continuationSeparator" w:id="0">
    <w:p w:rsidR="00DC482B" w:rsidRDefault="00DC482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940"/>
    <w:multiLevelType w:val="hybridMultilevel"/>
    <w:tmpl w:val="31D29B76"/>
    <w:lvl w:ilvl="0" w:tplc="7B6C7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95AFA"/>
    <w:multiLevelType w:val="hybridMultilevel"/>
    <w:tmpl w:val="CAA6DDB6"/>
    <w:lvl w:ilvl="0" w:tplc="3626BC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8E0D82"/>
    <w:multiLevelType w:val="hybridMultilevel"/>
    <w:tmpl w:val="D1F66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2E6332"/>
    <w:multiLevelType w:val="hybridMultilevel"/>
    <w:tmpl w:val="0D722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BE2189"/>
    <w:multiLevelType w:val="hybridMultilevel"/>
    <w:tmpl w:val="B6FC4FDC"/>
    <w:lvl w:ilvl="0" w:tplc="166CB012">
      <w:start w:val="1"/>
      <w:numFmt w:val="decimal"/>
      <w:lvlText w:val="%1."/>
      <w:lvlJc w:val="left"/>
      <w:pPr>
        <w:ind w:left="75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6F527D8B"/>
    <w:multiLevelType w:val="hybridMultilevel"/>
    <w:tmpl w:val="0D0E1C08"/>
    <w:lvl w:ilvl="0" w:tplc="62F27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109"/>
    <w:rsid w:val="00070ED6"/>
    <w:rsid w:val="000742DC"/>
    <w:rsid w:val="00084C12"/>
    <w:rsid w:val="0009422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CC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7C8"/>
    <w:rsid w:val="002144C0"/>
    <w:rsid w:val="0022477D"/>
    <w:rsid w:val="00225DE5"/>
    <w:rsid w:val="002278A9"/>
    <w:rsid w:val="002336F9"/>
    <w:rsid w:val="0024028F"/>
    <w:rsid w:val="00244ABC"/>
    <w:rsid w:val="00281FF2"/>
    <w:rsid w:val="002857DE"/>
    <w:rsid w:val="00291567"/>
    <w:rsid w:val="00295C20"/>
    <w:rsid w:val="002A22BF"/>
    <w:rsid w:val="002A2389"/>
    <w:rsid w:val="002A671D"/>
    <w:rsid w:val="002B4D55"/>
    <w:rsid w:val="002B5EA0"/>
    <w:rsid w:val="002B6119"/>
    <w:rsid w:val="002C1F06"/>
    <w:rsid w:val="002D3141"/>
    <w:rsid w:val="002D3375"/>
    <w:rsid w:val="002D73D4"/>
    <w:rsid w:val="002E1BAF"/>
    <w:rsid w:val="002F02A3"/>
    <w:rsid w:val="002F4ABE"/>
    <w:rsid w:val="003018BA"/>
    <w:rsid w:val="0030395F"/>
    <w:rsid w:val="00305C92"/>
    <w:rsid w:val="003151C5"/>
    <w:rsid w:val="00323586"/>
    <w:rsid w:val="003343CF"/>
    <w:rsid w:val="003403D8"/>
    <w:rsid w:val="003439C2"/>
    <w:rsid w:val="00346FE9"/>
    <w:rsid w:val="0034759A"/>
    <w:rsid w:val="003503F6"/>
    <w:rsid w:val="003530DD"/>
    <w:rsid w:val="00363F78"/>
    <w:rsid w:val="00366E5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F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AA5"/>
    <w:rsid w:val="0050496F"/>
    <w:rsid w:val="00513B6F"/>
    <w:rsid w:val="00517C63"/>
    <w:rsid w:val="005363C4"/>
    <w:rsid w:val="00536BDE"/>
    <w:rsid w:val="005374BC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538E"/>
    <w:rsid w:val="0061029B"/>
    <w:rsid w:val="006127E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08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C9"/>
    <w:rsid w:val="00745302"/>
    <w:rsid w:val="007461D6"/>
    <w:rsid w:val="00746EC8"/>
    <w:rsid w:val="00763BF1"/>
    <w:rsid w:val="00766FD4"/>
    <w:rsid w:val="007723D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947"/>
    <w:rsid w:val="00884922"/>
    <w:rsid w:val="00885F64"/>
    <w:rsid w:val="008873D2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7B4"/>
    <w:rsid w:val="008F12C9"/>
    <w:rsid w:val="008F6E29"/>
    <w:rsid w:val="00916188"/>
    <w:rsid w:val="00923D7D"/>
    <w:rsid w:val="009508DF"/>
    <w:rsid w:val="00950DAC"/>
    <w:rsid w:val="00954A07"/>
    <w:rsid w:val="0098363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5F0"/>
    <w:rsid w:val="00A527FB"/>
    <w:rsid w:val="00A53FA5"/>
    <w:rsid w:val="00A54029"/>
    <w:rsid w:val="00A54817"/>
    <w:rsid w:val="00A601C8"/>
    <w:rsid w:val="00A60799"/>
    <w:rsid w:val="00A84C85"/>
    <w:rsid w:val="00A97DE1"/>
    <w:rsid w:val="00AB053C"/>
    <w:rsid w:val="00AB703F"/>
    <w:rsid w:val="00AD1069"/>
    <w:rsid w:val="00AD1146"/>
    <w:rsid w:val="00AD27D3"/>
    <w:rsid w:val="00AD66D6"/>
    <w:rsid w:val="00AE1160"/>
    <w:rsid w:val="00AE203C"/>
    <w:rsid w:val="00AE2E74"/>
    <w:rsid w:val="00AE5FCB"/>
    <w:rsid w:val="00AF2C1E"/>
    <w:rsid w:val="00B009C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446"/>
    <w:rsid w:val="00BD3869"/>
    <w:rsid w:val="00BD66E9"/>
    <w:rsid w:val="00BD6FF4"/>
    <w:rsid w:val="00BF2C41"/>
    <w:rsid w:val="00BF37B4"/>
    <w:rsid w:val="00C058B4"/>
    <w:rsid w:val="00C05F44"/>
    <w:rsid w:val="00C131B5"/>
    <w:rsid w:val="00C16ABF"/>
    <w:rsid w:val="00C170AE"/>
    <w:rsid w:val="00C22D4B"/>
    <w:rsid w:val="00C26CB7"/>
    <w:rsid w:val="00C324C1"/>
    <w:rsid w:val="00C36992"/>
    <w:rsid w:val="00C56036"/>
    <w:rsid w:val="00C61DC5"/>
    <w:rsid w:val="00C67E92"/>
    <w:rsid w:val="00C70A26"/>
    <w:rsid w:val="00C766DF"/>
    <w:rsid w:val="00C860DA"/>
    <w:rsid w:val="00C94B98"/>
    <w:rsid w:val="00CA2B96"/>
    <w:rsid w:val="00CA5089"/>
    <w:rsid w:val="00CD6897"/>
    <w:rsid w:val="00CE12FD"/>
    <w:rsid w:val="00CE5BAC"/>
    <w:rsid w:val="00CF25BE"/>
    <w:rsid w:val="00CF78ED"/>
    <w:rsid w:val="00D02B25"/>
    <w:rsid w:val="00D02EBA"/>
    <w:rsid w:val="00D10D8F"/>
    <w:rsid w:val="00D17C3C"/>
    <w:rsid w:val="00D26B2C"/>
    <w:rsid w:val="00D33E68"/>
    <w:rsid w:val="00D352C9"/>
    <w:rsid w:val="00D425B2"/>
    <w:rsid w:val="00D428D6"/>
    <w:rsid w:val="00D552B2"/>
    <w:rsid w:val="00D608D1"/>
    <w:rsid w:val="00D61E16"/>
    <w:rsid w:val="00D66606"/>
    <w:rsid w:val="00D74119"/>
    <w:rsid w:val="00D8075B"/>
    <w:rsid w:val="00D8678B"/>
    <w:rsid w:val="00DA2114"/>
    <w:rsid w:val="00DC482B"/>
    <w:rsid w:val="00DE09C0"/>
    <w:rsid w:val="00DE4A14"/>
    <w:rsid w:val="00DF320D"/>
    <w:rsid w:val="00DF71C8"/>
    <w:rsid w:val="00E129B8"/>
    <w:rsid w:val="00E163CD"/>
    <w:rsid w:val="00E21E7D"/>
    <w:rsid w:val="00E22FBC"/>
    <w:rsid w:val="00E24BF5"/>
    <w:rsid w:val="00E25338"/>
    <w:rsid w:val="00E37E9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75B"/>
    <w:rsid w:val="00F070AB"/>
    <w:rsid w:val="00F17567"/>
    <w:rsid w:val="00F27A7B"/>
    <w:rsid w:val="00F465C9"/>
    <w:rsid w:val="00F526AF"/>
    <w:rsid w:val="00F617C3"/>
    <w:rsid w:val="00F7066B"/>
    <w:rsid w:val="00F83B28"/>
    <w:rsid w:val="00F974DA"/>
    <w:rsid w:val="00FA46E5"/>
    <w:rsid w:val="00FB0B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591C9-875A-492C-AB42-A460EDDC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9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2486F8-0767-4EBD-B024-4E66E11BC7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F7D466-4C4A-41E0-9C32-D0F384DC1231}"/>
</file>

<file path=customXml/itemProps3.xml><?xml version="1.0" encoding="utf-8"?>
<ds:datastoreItem xmlns:ds="http://schemas.openxmlformats.org/officeDocument/2006/customXml" ds:itemID="{4DE99317-CCC3-417B-95C8-5ACDC8487B70}"/>
</file>

<file path=customXml/itemProps4.xml><?xml version="1.0" encoding="utf-8"?>
<ds:datastoreItem xmlns:ds="http://schemas.openxmlformats.org/officeDocument/2006/customXml" ds:itemID="{05612CA2-556D-415D-846E-E353CDE3C76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962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*</cp:lastModifiedBy>
  <cp:revision>2</cp:revision>
  <cp:lastPrinted>2019-02-06T12:12:00Z</cp:lastPrinted>
  <dcterms:created xsi:type="dcterms:W3CDTF">2021-11-22T16:29:00Z</dcterms:created>
  <dcterms:modified xsi:type="dcterms:W3CDTF">2021-11-22T16:29:00Z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